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835" w:rsidRDefault="00B57835">
      <w:pPr>
        <w:pStyle w:val="Title"/>
      </w:pPr>
      <w:r>
        <w:t>PLC Meeting Summary Sheet</w:t>
      </w:r>
      <w:r w:rsidR="000A2B94">
        <w:t xml:space="preserve"> </w:t>
      </w:r>
    </w:p>
    <w:p w:rsidR="00B57835" w:rsidRDefault="00B57835"/>
    <w:p w:rsidR="00B57835" w:rsidRDefault="00B57835">
      <w:pPr>
        <w:rPr>
          <w:i/>
          <w:iCs/>
        </w:rPr>
      </w:pPr>
      <w:r>
        <w:rPr>
          <w:i/>
          <w:iCs/>
        </w:rPr>
        <w:t xml:space="preserve">Please complete </w:t>
      </w:r>
      <w:r>
        <w:rPr>
          <w:b/>
          <w:bCs/>
          <w:i/>
          <w:iCs/>
        </w:rPr>
        <w:t>ONLY</w:t>
      </w:r>
      <w:r>
        <w:rPr>
          <w:i/>
          <w:iCs/>
        </w:rPr>
        <w:t xml:space="preserve"> the relevant sections of this sheet. Please complete this document and email it to your K-12 Supervisor and your building administration as an email attachment. Administration should receive this email before leaving work each Friday</w:t>
      </w:r>
      <w:proofErr w:type="gramStart"/>
      <w:r>
        <w:rPr>
          <w:i/>
          <w:iCs/>
        </w:rPr>
        <w:t>..</w:t>
      </w:r>
      <w:proofErr w:type="gramEnd"/>
      <w:r>
        <w:rPr>
          <w:i/>
          <w:iCs/>
        </w:rPr>
        <w:t xml:space="preserve"> </w:t>
      </w:r>
    </w:p>
    <w:p w:rsidR="00B57835" w:rsidRDefault="00B57835">
      <w:pPr>
        <w:rPr>
          <w:i/>
          <w:iCs/>
        </w:rPr>
      </w:pPr>
    </w:p>
    <w:p w:rsidR="004C4CE8" w:rsidRDefault="004C4CE8">
      <w:pPr>
        <w:pStyle w:val="Heading1"/>
      </w:pPr>
      <w:r>
        <w:t xml:space="preserve">Grade Level/PLC Group: </w:t>
      </w:r>
      <w:r w:rsidR="00E73C48">
        <w:rPr>
          <w:b w:val="0"/>
          <w:u w:val="single"/>
        </w:rPr>
        <w:t>6</w:t>
      </w:r>
      <w:r w:rsidRPr="00E45567">
        <w:rPr>
          <w:b w:val="0"/>
          <w:u w:val="single"/>
          <w:vertAlign w:val="superscript"/>
        </w:rPr>
        <w:t>th</w:t>
      </w:r>
      <w:r w:rsidRPr="00E45567">
        <w:rPr>
          <w:b w:val="0"/>
          <w:u w:val="single"/>
        </w:rPr>
        <w:t xml:space="preserve"> Grade </w:t>
      </w:r>
      <w:r w:rsidR="00E73C48">
        <w:rPr>
          <w:b w:val="0"/>
          <w:u w:val="single"/>
        </w:rPr>
        <w:t>Western Hemisphere</w:t>
      </w:r>
    </w:p>
    <w:p w:rsidR="00B57835" w:rsidRPr="004C4CE8" w:rsidRDefault="004C4CE8">
      <w:pPr>
        <w:pStyle w:val="Heading1"/>
        <w:rPr>
          <w:u w:val="single"/>
        </w:rPr>
      </w:pPr>
      <w:r>
        <w:t xml:space="preserve">Building: </w:t>
      </w:r>
      <w:r w:rsidRPr="00E45567">
        <w:rPr>
          <w:b w:val="0"/>
          <w:u w:val="single"/>
        </w:rPr>
        <w:t>CAMS-North</w:t>
      </w:r>
    </w:p>
    <w:p w:rsidR="00B57835" w:rsidRPr="00E45567" w:rsidRDefault="00E45567">
      <w:pPr>
        <w:rPr>
          <w:b/>
          <w:bCs/>
          <w:u w:val="single"/>
        </w:rPr>
      </w:pPr>
      <w:r>
        <w:rPr>
          <w:b/>
          <w:bCs/>
        </w:rPr>
        <w:t xml:space="preserve">Week of: </w:t>
      </w:r>
      <w:r w:rsidR="00664A30">
        <w:rPr>
          <w:bCs/>
          <w:u w:val="single"/>
        </w:rPr>
        <w:t>October 10 &amp; 11</w:t>
      </w:r>
      <w:r w:rsidR="0094260B">
        <w:rPr>
          <w:bCs/>
          <w:u w:val="single"/>
        </w:rPr>
        <w:t>,</w:t>
      </w:r>
      <w:r w:rsidR="00E73C48">
        <w:rPr>
          <w:bCs/>
          <w:u w:val="single"/>
        </w:rPr>
        <w:t xml:space="preserve"> </w:t>
      </w:r>
      <w:r w:rsidRPr="00E45567">
        <w:rPr>
          <w:bCs/>
          <w:u w:val="single"/>
        </w:rPr>
        <w:t>201</w:t>
      </w:r>
      <w:r w:rsidR="00E73C48">
        <w:rPr>
          <w:bCs/>
          <w:u w:val="single"/>
        </w:rPr>
        <w:t>2</w:t>
      </w:r>
    </w:p>
    <w:p w:rsidR="00B57835" w:rsidRDefault="00B57835">
      <w:pPr>
        <w:rPr>
          <w:b/>
          <w:bCs/>
        </w:rPr>
      </w:pPr>
    </w:p>
    <w:p w:rsidR="00B57835" w:rsidRDefault="00B57835">
      <w:pPr>
        <w:rPr>
          <w:b/>
          <w:bCs/>
        </w:rPr>
      </w:pPr>
      <w:r>
        <w:rPr>
          <w:b/>
          <w:bCs/>
        </w:rPr>
        <w:t>This week we discussed….</w:t>
      </w:r>
    </w:p>
    <w:p w:rsidR="00664A30" w:rsidRDefault="003F6490" w:rsidP="003B4540">
      <w:pPr>
        <w:pStyle w:val="ListParagraph"/>
        <w:numPr>
          <w:ilvl w:val="0"/>
          <w:numId w:val="11"/>
        </w:numPr>
      </w:pPr>
      <w:r>
        <w:t xml:space="preserve">Research project- </w:t>
      </w:r>
      <w:r w:rsidR="00664A30">
        <w:t xml:space="preserve">students have presented their heritage projects. </w:t>
      </w:r>
      <w:r>
        <w:t>For extra credit the students will have the opportunity to bring in a food from their heritage.</w:t>
      </w:r>
    </w:p>
    <w:p w:rsidR="00664A30" w:rsidRDefault="00664A30" w:rsidP="003B4540">
      <w:pPr>
        <w:pStyle w:val="ListParagraph"/>
        <w:numPr>
          <w:ilvl w:val="0"/>
          <w:numId w:val="11"/>
        </w:numPr>
      </w:pPr>
      <w:r>
        <w:t>Election article lesson- we found some graphic organizers that will help us read/analyze the 3 articles that Tommy V. gave us.</w:t>
      </w:r>
    </w:p>
    <w:p w:rsidR="003B4540" w:rsidRDefault="00664A30" w:rsidP="003B4540">
      <w:pPr>
        <w:pStyle w:val="ListParagraph"/>
        <w:numPr>
          <w:ilvl w:val="0"/>
          <w:numId w:val="11"/>
        </w:numPr>
      </w:pPr>
      <w:r>
        <w:t>Getting supplies ready to create a common assessment for Middle America Unit</w:t>
      </w:r>
      <w:r w:rsidR="003F6490">
        <w:t xml:space="preserve">  </w:t>
      </w:r>
    </w:p>
    <w:p w:rsidR="003F6490" w:rsidRPr="003B4540" w:rsidRDefault="003404F2" w:rsidP="003B4540">
      <w:pPr>
        <w:pStyle w:val="ListParagraph"/>
        <w:numPr>
          <w:ilvl w:val="0"/>
          <w:numId w:val="11"/>
        </w:numPr>
      </w:pPr>
      <w:r>
        <w:t>Climate zones- trying to set up a project about climate zones</w:t>
      </w:r>
    </w:p>
    <w:p w:rsidR="00B57835" w:rsidRDefault="00B57835">
      <w:pPr>
        <w:pStyle w:val="Heading1"/>
      </w:pPr>
      <w:r>
        <w:t>We need…</w:t>
      </w:r>
    </w:p>
    <w:p w:rsidR="003F6490" w:rsidRPr="003F6490" w:rsidRDefault="00664A30" w:rsidP="003F6490">
      <w:pPr>
        <w:pStyle w:val="ListParagraph"/>
        <w:numPr>
          <w:ilvl w:val="0"/>
          <w:numId w:val="13"/>
        </w:numPr>
      </w:pPr>
      <w:r>
        <w:t>The lesson that we are creating for the election articles, are we doing them during Western Hemisphere core class time or are we doing them during activities period?</w:t>
      </w:r>
    </w:p>
    <w:p w:rsidR="00B57835" w:rsidRDefault="00B57835"/>
    <w:p w:rsidR="003B4540" w:rsidRDefault="00B57835" w:rsidP="003B4540">
      <w:pPr>
        <w:rPr>
          <w:b/>
          <w:bCs/>
        </w:rPr>
      </w:pPr>
      <w:r>
        <w:rPr>
          <w:b/>
          <w:bCs/>
        </w:rPr>
        <w:t>Common Assessment(s) Given:</w:t>
      </w:r>
      <w:r w:rsidR="0023786B">
        <w:t xml:space="preserve"> </w:t>
      </w:r>
    </w:p>
    <w:p w:rsidR="00B57835" w:rsidRDefault="00B57835" w:rsidP="003B4540">
      <w:pPr>
        <w:tabs>
          <w:tab w:val="left" w:pos="5490"/>
        </w:tabs>
        <w:rPr>
          <w:b/>
          <w:bCs/>
        </w:rPr>
      </w:pPr>
    </w:p>
    <w:p w:rsidR="00B57835" w:rsidRDefault="003B4540" w:rsidP="003B4540">
      <w:pPr>
        <w:tabs>
          <w:tab w:val="left" w:pos="2820"/>
        </w:tabs>
      </w:pPr>
      <w:bookmarkStart w:id="0" w:name="_GoBack"/>
      <w:bookmarkEnd w:id="0"/>
      <w:r>
        <w:tab/>
      </w:r>
    </w:p>
    <w:p w:rsidR="00B57835" w:rsidRDefault="00B57835">
      <w:r>
        <w:rPr>
          <w:b/>
          <w:bCs/>
        </w:rPr>
        <w:t>How will these results change instruction?</w:t>
      </w:r>
      <w:r>
        <w:t xml:space="preserve"> (i.e. – Is re-teaching necessary? Was one instructional strategy more effective than another? Is more/less time needed to </w:t>
      </w:r>
      <w:proofErr w:type="gramStart"/>
      <w:r>
        <w:t>cover</w:t>
      </w:r>
      <w:proofErr w:type="gramEnd"/>
      <w:r>
        <w:t xml:space="preserve"> this topic next year?)</w:t>
      </w:r>
    </w:p>
    <w:sectPr w:rsidR="00B57835" w:rsidSect="004A5193">
      <w:pgSz w:w="12240" w:h="15840"/>
      <w:pgMar w:top="63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068E8"/>
    <w:multiLevelType w:val="hybridMultilevel"/>
    <w:tmpl w:val="ABCC4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E5ED5"/>
    <w:multiLevelType w:val="hybridMultilevel"/>
    <w:tmpl w:val="CFF0C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7D7912"/>
    <w:multiLevelType w:val="hybridMultilevel"/>
    <w:tmpl w:val="DB9A2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B4162"/>
    <w:multiLevelType w:val="hybridMultilevel"/>
    <w:tmpl w:val="F8BAB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7D6C92"/>
    <w:multiLevelType w:val="hybridMultilevel"/>
    <w:tmpl w:val="C64E41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50F69CF"/>
    <w:multiLevelType w:val="hybridMultilevel"/>
    <w:tmpl w:val="D44CF6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CF253E"/>
    <w:multiLevelType w:val="hybridMultilevel"/>
    <w:tmpl w:val="A9FCD7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467156"/>
    <w:multiLevelType w:val="hybridMultilevel"/>
    <w:tmpl w:val="87DED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8C4A22"/>
    <w:multiLevelType w:val="hybridMultilevel"/>
    <w:tmpl w:val="6A6289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530B86"/>
    <w:multiLevelType w:val="hybridMultilevel"/>
    <w:tmpl w:val="AA46B0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D336B41"/>
    <w:multiLevelType w:val="hybridMultilevel"/>
    <w:tmpl w:val="F7620ED8"/>
    <w:lvl w:ilvl="0" w:tplc="419EDD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E9334A7"/>
    <w:multiLevelType w:val="hybridMultilevel"/>
    <w:tmpl w:val="C7FE1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EA1B24"/>
    <w:multiLevelType w:val="hybridMultilevel"/>
    <w:tmpl w:val="BF802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6"/>
  </w:num>
  <w:num w:numId="5">
    <w:abstractNumId w:val="2"/>
  </w:num>
  <w:num w:numId="6">
    <w:abstractNumId w:val="11"/>
  </w:num>
  <w:num w:numId="7">
    <w:abstractNumId w:val="12"/>
  </w:num>
  <w:num w:numId="8">
    <w:abstractNumId w:val="0"/>
  </w:num>
  <w:num w:numId="9">
    <w:abstractNumId w:val="3"/>
  </w:num>
  <w:num w:numId="10">
    <w:abstractNumId w:val="4"/>
  </w:num>
  <w:num w:numId="11">
    <w:abstractNumId w:val="1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705"/>
    <w:rsid w:val="000159BA"/>
    <w:rsid w:val="0004148D"/>
    <w:rsid w:val="000A2B94"/>
    <w:rsid w:val="00215AFF"/>
    <w:rsid w:val="0023786B"/>
    <w:rsid w:val="003404F2"/>
    <w:rsid w:val="003B4540"/>
    <w:rsid w:val="003E0BCC"/>
    <w:rsid w:val="003F6490"/>
    <w:rsid w:val="004A5193"/>
    <w:rsid w:val="004C4CE8"/>
    <w:rsid w:val="004C717F"/>
    <w:rsid w:val="005244CD"/>
    <w:rsid w:val="00664A30"/>
    <w:rsid w:val="00790705"/>
    <w:rsid w:val="00846FAA"/>
    <w:rsid w:val="0094260B"/>
    <w:rsid w:val="00951445"/>
    <w:rsid w:val="00994586"/>
    <w:rsid w:val="009A793B"/>
    <w:rsid w:val="00B57835"/>
    <w:rsid w:val="00B81526"/>
    <w:rsid w:val="00C52891"/>
    <w:rsid w:val="00C927DB"/>
    <w:rsid w:val="00E45567"/>
    <w:rsid w:val="00E66611"/>
    <w:rsid w:val="00E73C48"/>
    <w:rsid w:val="00EA351E"/>
    <w:rsid w:val="00EA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4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4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2B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4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4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2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C89C2DB5</Template>
  <TotalTime>1</TotalTime>
  <Pages>1</Pages>
  <Words>192</Words>
  <Characters>1058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Science Department PLC Meeting Summary Sheet</vt:lpstr>
      <vt:lpstr>Grade Level/PLC Group: 6th Grade Western Hemisphere</vt:lpstr>
      <vt:lpstr>Building: CAMS-North</vt:lpstr>
      <vt:lpstr>We need…</vt:lpstr>
    </vt:vector>
  </TitlesOfParts>
  <Company>CASD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Department PLC Meeting Summary Sheet</dc:title>
  <dc:creator>Diane McCallum</dc:creator>
  <cp:lastModifiedBy>Alexandria Kump</cp:lastModifiedBy>
  <cp:revision>2</cp:revision>
  <cp:lastPrinted>2012-01-20T18:08:00Z</cp:lastPrinted>
  <dcterms:created xsi:type="dcterms:W3CDTF">2012-10-12T11:10:00Z</dcterms:created>
  <dcterms:modified xsi:type="dcterms:W3CDTF">2012-10-12T11:10:00Z</dcterms:modified>
</cp:coreProperties>
</file>